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B5" w:rsidRPr="0031607C" w:rsidRDefault="004F2301" w:rsidP="00BF22B5">
      <w:pPr>
        <w:pStyle w:val="Title1"/>
        <w:spacing w:before="0" w:after="360" w:line="259" w:lineRule="auto"/>
        <w:ind w:left="994"/>
        <w:rPr>
          <w:rFonts w:eastAsia="PMingLiU"/>
          <w:sz w:val="28"/>
          <w:szCs w:val="28"/>
          <w:lang w:eastAsia="zh-TW"/>
        </w:rPr>
      </w:pPr>
      <w:r>
        <w:rPr>
          <w:sz w:val="28"/>
          <w:szCs w:val="28"/>
        </w:rPr>
        <w:t>TEMPLATE FOR EXTENDED ABSTRACTS OF THE ISMIR 2015 LATE-BREAKING DEMO SESSION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2693"/>
      </w:tblGrid>
      <w:tr w:rsidR="00BF22B5">
        <w:trPr>
          <w:trHeight w:val="329"/>
        </w:trPr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First author</w:t>
            </w:r>
          </w:p>
        </w:tc>
        <w:tc>
          <w:tcPr>
            <w:tcW w:w="4111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Second author</w:t>
            </w:r>
          </w:p>
        </w:tc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Third author</w:t>
            </w:r>
          </w:p>
        </w:tc>
      </w:tr>
      <w:tr w:rsidR="00BF22B5" w:rsidRPr="000252AB" w:rsidTr="00B25555">
        <w:trPr>
          <w:trHeight w:val="1346"/>
        </w:trPr>
        <w:tc>
          <w:tcPr>
            <w:tcW w:w="2693" w:type="dxa"/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1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szCs w:val="24"/>
                <w:lang w:val="es-ES"/>
              </w:rPr>
            </w:pPr>
            <w:r>
              <w:rPr>
                <w:rFonts w:ascii="Courier New" w:hAnsi="Courier New" w:cs="Courier New"/>
                <w:sz w:val="22"/>
                <w:szCs w:val="24"/>
              </w:rPr>
              <w:t>author1@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  <w:tc>
          <w:tcPr>
            <w:tcW w:w="4111" w:type="dxa"/>
            <w:tcBorders>
              <w:bottom w:val="nil"/>
            </w:tcBorders>
          </w:tcPr>
          <w:p w:rsidR="00BF22B5" w:rsidRPr="009C71D5" w:rsidRDefault="004F2301" w:rsidP="004F2301">
            <w:pPr>
              <w:jc w:val="center"/>
              <w:rPr>
                <w:b/>
                <w:sz w:val="24"/>
                <w:szCs w:val="24"/>
                <w:lang w:val="en-GB" w:eastAsia="ja-JP"/>
              </w:rPr>
            </w:pPr>
            <w:r w:rsidRPr="004F2301">
              <w:rPr>
                <w:rFonts w:ascii="Times" w:hAnsi="Times"/>
                <w:sz w:val="24"/>
                <w:szCs w:val="24"/>
                <w:lang w:val="en-GB"/>
              </w:rPr>
              <w:t>Affiliation2</w:t>
            </w:r>
            <w:r w:rsidR="00BF22B5">
              <w:rPr>
                <w:rFonts w:hint="eastAsia"/>
                <w:b/>
                <w:sz w:val="24"/>
                <w:szCs w:val="24"/>
                <w:lang w:val="en-GB" w:eastAsia="ja-JP"/>
              </w:rPr>
              <w:t xml:space="preserve"> </w:t>
            </w:r>
            <w:r w:rsidR="005029DA">
              <w:rPr>
                <w:b/>
                <w:sz w:val="24"/>
                <w:szCs w:val="24"/>
                <w:lang w:val="en-GB" w:eastAsia="ja-JP"/>
              </w:rPr>
              <w:br/>
            </w:r>
            <w:r w:rsidRPr="004F2301">
              <w:rPr>
                <w:rFonts w:ascii="Courier New" w:hAnsi="Courier New" w:cs="Courier New"/>
                <w:sz w:val="22"/>
                <w:szCs w:val="24"/>
                <w:lang w:val="en-GB"/>
              </w:rPr>
              <w:t>author2@ismir.edu</w:t>
            </w:r>
          </w:p>
        </w:tc>
        <w:tc>
          <w:tcPr>
            <w:tcW w:w="2693" w:type="dxa"/>
            <w:tcBorders>
              <w:bottom w:val="nil"/>
            </w:tcBorders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3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b/>
                <w:szCs w:val="24"/>
                <w:lang w:eastAsia="ja-JP"/>
              </w:rPr>
            </w:pP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a</w:t>
            </w:r>
            <w:r>
              <w:rPr>
                <w:rFonts w:ascii="Courier New" w:hAnsi="Courier New" w:cs="Courier New"/>
                <w:sz w:val="22"/>
                <w:szCs w:val="24"/>
              </w:rPr>
              <w:t>uthor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3</w:t>
            </w:r>
            <w:r>
              <w:rPr>
                <w:rFonts w:ascii="Courier New" w:hAnsi="Courier New" w:cs="Courier New"/>
                <w:sz w:val="22"/>
                <w:szCs w:val="24"/>
              </w:rPr>
              <w:t>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</w:tr>
    </w:tbl>
    <w:p w:rsidR="00BF22B5" w:rsidRPr="00F47FDD" w:rsidRDefault="00BF22B5" w:rsidP="00BF22B5">
      <w:pPr>
        <w:spacing w:line="259" w:lineRule="auto"/>
        <w:rPr>
          <w:lang w:eastAsia="ja-JP"/>
        </w:rPr>
        <w:sectPr w:rsidR="00BF22B5" w:rsidRPr="00F47FDD" w:rsidSect="00513B45">
          <w:headerReference w:type="even" r:id="rId9"/>
          <w:headerReference w:type="default" r:id="rId10"/>
          <w:footnotePr>
            <w:numRestart w:val="eachPage"/>
          </w:footnotePr>
          <w:pgSz w:w="11907" w:h="16840" w:code="9"/>
          <w:pgMar w:top="1134" w:right="1077" w:bottom="1418" w:left="1077" w:header="720" w:footer="964" w:gutter="0"/>
          <w:cols w:space="720"/>
          <w:docGrid w:linePitch="272"/>
        </w:sectPr>
      </w:pPr>
    </w:p>
    <w:p w:rsidR="00BF22B5" w:rsidRPr="00F47FDD" w:rsidRDefault="00BF22B5" w:rsidP="00BF22B5">
      <w:pPr>
        <w:pStyle w:val="AbstractHeading"/>
        <w:spacing w:line="259" w:lineRule="auto"/>
      </w:pPr>
      <w:r w:rsidRPr="00F47FDD">
        <w:lastRenderedPageBreak/>
        <w:t>ABSTRACT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The abstract should be placed at the top left column and should contain about 150–200 words.</w:t>
      </w:r>
    </w:p>
    <w:p w:rsidR="00BF22B5" w:rsidRPr="00F47FDD" w:rsidRDefault="00BF22B5" w:rsidP="00A84698">
      <w:pPr>
        <w:pStyle w:val="First-LevelHeadings"/>
      </w:pPr>
      <w:r w:rsidRPr="00F47FDD">
        <w:t>INTRODUCTION</w:t>
      </w:r>
    </w:p>
    <w:p w:rsidR="00BF22B5" w:rsidRDefault="00BF22B5" w:rsidP="00A35226">
      <w:pPr>
        <w:pStyle w:val="BodyText"/>
      </w:pPr>
      <w:r w:rsidRPr="00F47FDD">
        <w:t>This template includes all the information about forma</w:t>
      </w:r>
      <w:r w:rsidRPr="00F47FDD">
        <w:t>t</w:t>
      </w:r>
      <w:r w:rsidRPr="00F47FDD">
        <w:t>ting manuscripts for</w:t>
      </w:r>
      <w:bookmarkStart w:id="0" w:name="_GoBack"/>
      <w:bookmarkEnd w:id="0"/>
      <w:r w:rsidRPr="00F47FDD">
        <w:t xml:space="preserve"> the ISMIR </w:t>
      </w:r>
      <w:r w:rsidR="005D2325">
        <w:t>2015</w:t>
      </w:r>
      <w:r w:rsidR="005029DA">
        <w:t xml:space="preserve"> Conference</w:t>
      </w:r>
      <w:r w:rsidRPr="00F47FDD">
        <w:t xml:space="preserve">. Please follow these guidelines to give the final proceedings a uniform look. </w:t>
      </w:r>
      <w:r w:rsidR="00994033">
        <w:t xml:space="preserve">Most of the required formatting is achieved automatically by using the supplied style file (LATEX) or template (Word). </w:t>
      </w:r>
      <w:r w:rsidRPr="00F47FDD">
        <w:t>If you have an</w:t>
      </w:r>
      <w:r w:rsidRPr="005B3063">
        <w:t>y questions, please co</w:t>
      </w:r>
      <w:r w:rsidRPr="005B3063">
        <w:t>n</w:t>
      </w:r>
      <w:r w:rsidRPr="005B3063">
        <w:t xml:space="preserve">tact </w:t>
      </w:r>
      <w:r w:rsidR="00A35226">
        <w:t>the Program Committee (ismir</w:t>
      </w:r>
      <w:r w:rsidR="005D2325">
        <w:t>2015</w:t>
      </w:r>
      <w:r w:rsidR="00A35226">
        <w:t>-</w:t>
      </w:r>
      <w:r w:rsidR="004F2301">
        <w:t>latebreak</w:t>
      </w:r>
      <w:r w:rsidR="00A35226">
        <w:t>@ismir.net)</w:t>
      </w:r>
      <w:r w:rsidRPr="005B3063">
        <w:t>.</w:t>
      </w:r>
      <w:r w:rsidRPr="005B3063">
        <w:rPr>
          <w:rFonts w:hint="eastAsia"/>
          <w:lang w:eastAsia="ja-JP"/>
        </w:rPr>
        <w:t xml:space="preserve"> </w:t>
      </w:r>
      <w:r w:rsidRPr="005B3063">
        <w:t xml:space="preserve">This template can be downloaded from the ISMIR </w:t>
      </w:r>
      <w:r w:rsidR="005D2325">
        <w:t>2015</w:t>
      </w:r>
      <w:r w:rsidRPr="005B3063">
        <w:t xml:space="preserve"> web site (</w:t>
      </w:r>
      <w:r w:rsidRPr="00EB77D3">
        <w:rPr>
          <w:rStyle w:val="Typewriter"/>
          <w:rFonts w:ascii="Times New Roman" w:hAnsi="Times New Roman" w:cs="Times New Roman"/>
        </w:rPr>
        <w:t>http://ismir</w:t>
      </w:r>
      <w:r w:rsidR="005D2325">
        <w:rPr>
          <w:rStyle w:val="Typewriter"/>
          <w:rFonts w:ascii="Times New Roman" w:hAnsi="Times New Roman" w:cs="Times New Roman"/>
        </w:rPr>
        <w:t>2015</w:t>
      </w:r>
      <w:r w:rsidRPr="00EB77D3">
        <w:rPr>
          <w:rStyle w:val="Typewriter"/>
          <w:rFonts w:ascii="Times New Roman" w:hAnsi="Times New Roman" w:cs="Times New Roman"/>
        </w:rPr>
        <w:t>.ismir.net</w:t>
      </w:r>
      <w:r w:rsidRPr="005B3063">
        <w:t>).</w:t>
      </w:r>
    </w:p>
    <w:p w:rsidR="005D2325" w:rsidRDefault="005D2325" w:rsidP="005D2325">
      <w:pPr>
        <w:pStyle w:val="BodyText"/>
      </w:pPr>
    </w:p>
    <w:p w:rsidR="005D2325" w:rsidRDefault="004F2301" w:rsidP="005D2325">
      <w:pPr>
        <w:pStyle w:val="First-LevelHeadings"/>
      </w:pPr>
      <w:r>
        <w:t>EXTENDED ABSTRACT</w:t>
      </w:r>
      <w:r w:rsidR="005D2325">
        <w:t xml:space="preserve"> LENGTH</w:t>
      </w:r>
    </w:p>
    <w:p w:rsidR="005D2325" w:rsidRPr="005B3063" w:rsidRDefault="00E814ED" w:rsidP="00A35226">
      <w:pPr>
        <w:pStyle w:val="BodyText"/>
      </w:pPr>
      <w:r>
        <w:t>In</w:t>
      </w:r>
      <w:r w:rsidR="004F2301">
        <w:t xml:space="preserve"> contrast to regular papers, authors are required to su</w:t>
      </w:r>
      <w:r w:rsidR="004F2301">
        <w:t>b</w:t>
      </w:r>
      <w:r w:rsidR="004F2301">
        <w:t>mit one-page (preferred) or two-page (maximum) exten</w:t>
      </w:r>
      <w:r w:rsidR="004F2301">
        <w:t>d</w:t>
      </w:r>
      <w:r w:rsidR="004F2301">
        <w:t>ed abstracts.</w:t>
      </w:r>
    </w:p>
    <w:p w:rsidR="00BF22B5" w:rsidRPr="00F47FDD" w:rsidRDefault="00BF22B5" w:rsidP="00003ADF">
      <w:pPr>
        <w:pStyle w:val="First-LevelHeadings"/>
      </w:pPr>
      <w:r w:rsidRPr="00F47FDD">
        <w:t>PAGE size</w:t>
      </w:r>
    </w:p>
    <w:p w:rsidR="00BF22B5" w:rsidRPr="00F47FDD" w:rsidRDefault="00BF22B5" w:rsidP="00BF22B5">
      <w:pPr>
        <w:pStyle w:val="BodyText"/>
        <w:spacing w:before="120" w:line="259" w:lineRule="auto"/>
        <w:ind w:right="45"/>
      </w:pPr>
      <w:r w:rsidRPr="00F47FDD">
        <w:t xml:space="preserve">The </w:t>
      </w:r>
      <w:r w:rsidR="004F2301">
        <w:t>extended abstracts will be formatted as</w:t>
      </w:r>
      <w:r w:rsidRPr="00F47FDD">
        <w:t xml:space="preserve"> </w:t>
      </w:r>
      <w:r w:rsidRPr="00F47FDD">
        <w:rPr>
          <w:u w:val="single"/>
          <w:lang w:eastAsia="ja-JP"/>
        </w:rPr>
        <w:t>portrait A4</w:t>
      </w:r>
      <w:r w:rsidRPr="00F47FDD">
        <w:rPr>
          <w:u w:val="single"/>
        </w:rPr>
        <w:t>-size paper (21.</w:t>
      </w:r>
      <w:r w:rsidRPr="00F47FDD">
        <w:rPr>
          <w:u w:val="single"/>
          <w:lang w:eastAsia="ja-JP"/>
        </w:rPr>
        <w:t>0cm</w:t>
      </w:r>
      <w:r w:rsidRPr="00F47FDD">
        <w:rPr>
          <w:u w:val="single"/>
        </w:rPr>
        <w:t xml:space="preserve"> x 2</w:t>
      </w:r>
      <w:r w:rsidRPr="00F47FDD">
        <w:rPr>
          <w:u w:val="single"/>
          <w:lang w:eastAsia="ja-JP"/>
        </w:rPr>
        <w:t>9</w:t>
      </w:r>
      <w:r w:rsidRPr="00F47FDD">
        <w:rPr>
          <w:u w:val="single"/>
        </w:rPr>
        <w:t>.</w:t>
      </w:r>
      <w:r w:rsidRPr="00F47FDD">
        <w:rPr>
          <w:u w:val="single"/>
          <w:lang w:eastAsia="ja-JP"/>
        </w:rPr>
        <w:t>7</w:t>
      </w:r>
      <w:r w:rsidRPr="00F47FDD">
        <w:rPr>
          <w:u w:val="single"/>
        </w:rPr>
        <w:t>cm)</w:t>
      </w:r>
      <w:r w:rsidRPr="00F47FDD">
        <w:t>. All material on each page should fit within a rectangle of 1</w:t>
      </w:r>
      <w:r w:rsidRPr="00F47FDD">
        <w:rPr>
          <w:lang w:eastAsia="ja-JP"/>
        </w:rPr>
        <w:t>7</w:t>
      </w:r>
      <w:r w:rsidRPr="00F47FDD">
        <w:t>.</w:t>
      </w:r>
      <w:r w:rsidRPr="00F47FDD">
        <w:rPr>
          <w:lang w:eastAsia="ja-JP"/>
        </w:rPr>
        <w:t>2</w:t>
      </w:r>
      <w:r w:rsidRPr="00F47FDD">
        <w:t>cm x 2</w:t>
      </w:r>
      <w:r w:rsidR="00602EF7">
        <w:rPr>
          <w:rFonts w:hint="eastAsia"/>
          <w:lang w:eastAsia="ja-JP"/>
        </w:rPr>
        <w:t>5</w:t>
      </w:r>
      <w:r w:rsidR="00460776">
        <w:rPr>
          <w:lang w:eastAsia="ja-JP"/>
        </w:rPr>
        <w:t>.</w:t>
      </w:r>
      <w:r w:rsidR="00460776">
        <w:rPr>
          <w:rFonts w:hint="eastAsia"/>
          <w:lang w:eastAsia="ja-JP"/>
        </w:rPr>
        <w:t>2</w:t>
      </w:r>
      <w:r w:rsidRPr="00F47FDD">
        <w:t>cm, ce</w:t>
      </w:r>
      <w:r w:rsidRPr="00F47FDD">
        <w:t>n</w:t>
      </w:r>
      <w:r w:rsidRPr="00F47FDD">
        <w:t xml:space="preserve">tered on the page, beginning </w:t>
      </w:r>
      <w:r w:rsidR="00602EF7">
        <w:rPr>
          <w:lang w:eastAsia="ja-JP"/>
        </w:rPr>
        <w:t>2.</w:t>
      </w:r>
      <w:r w:rsidR="00602EF7">
        <w:rPr>
          <w:rFonts w:hint="eastAsia"/>
          <w:lang w:eastAsia="ja-JP"/>
        </w:rPr>
        <w:t>0</w:t>
      </w:r>
      <w:r w:rsidRPr="00F47FDD">
        <w:t xml:space="preserve">cm from the top of the page and ending with </w:t>
      </w:r>
      <w:r w:rsidR="00602EF7">
        <w:rPr>
          <w:lang w:eastAsia="ja-JP"/>
        </w:rPr>
        <w:t>2.</w:t>
      </w:r>
      <w:r w:rsidR="00460776">
        <w:rPr>
          <w:rFonts w:hint="eastAsia"/>
          <w:lang w:eastAsia="ja-JP"/>
        </w:rPr>
        <w:t>5</w:t>
      </w:r>
      <w:r w:rsidRPr="00F47FDD">
        <w:t xml:space="preserve">cm from the bottom. The left and right margins should be </w:t>
      </w:r>
      <w:r w:rsidRPr="00F47FDD">
        <w:rPr>
          <w:lang w:eastAsia="ja-JP"/>
        </w:rPr>
        <w:t>1.9</w:t>
      </w:r>
      <w:r w:rsidRPr="00F47FDD">
        <w:t xml:space="preserve">cm. The text should be in two </w:t>
      </w:r>
      <w:r>
        <w:rPr>
          <w:lang w:eastAsia="ja-JP"/>
        </w:rPr>
        <w:t>8.</w:t>
      </w:r>
      <w:r>
        <w:rPr>
          <w:rFonts w:hint="eastAsia"/>
          <w:lang w:eastAsia="ja-JP"/>
        </w:rPr>
        <w:t>2</w:t>
      </w:r>
      <w:r>
        <w:t xml:space="preserve">cm columns with a </w:t>
      </w:r>
      <w:r>
        <w:rPr>
          <w:rFonts w:hint="eastAsia"/>
          <w:lang w:eastAsia="ja-JP"/>
        </w:rPr>
        <w:t>0.8</w:t>
      </w:r>
      <w:r w:rsidRPr="00F47FDD">
        <w:t>cm gu</w:t>
      </w:r>
      <w:r w:rsidRPr="00F47FDD">
        <w:t>t</w:t>
      </w:r>
      <w:r w:rsidRPr="00F47FDD">
        <w:t>ter. All</w:t>
      </w:r>
      <w:r w:rsidRPr="005029DA">
        <w:t xml:space="preserve"> </w:t>
      </w:r>
      <w:r w:rsidRPr="005029DA">
        <w:rPr>
          <w:rStyle w:val="Italics"/>
          <w:i w:val="0"/>
        </w:rPr>
        <w:t>text</w:t>
      </w:r>
      <w:r w:rsidRPr="005029DA">
        <w:rPr>
          <w:i/>
        </w:rPr>
        <w:t xml:space="preserve"> </w:t>
      </w:r>
      <w:r w:rsidRPr="00F47FDD">
        <w:t>must be in a two-column format. Text must be fully ju</w:t>
      </w:r>
      <w:r w:rsidRPr="00F47FDD">
        <w:t>s</w:t>
      </w:r>
      <w:r w:rsidRPr="00F47FDD">
        <w:t>tified.</w:t>
      </w:r>
    </w:p>
    <w:p w:rsidR="00BF22B5" w:rsidRPr="00F47FDD" w:rsidRDefault="00BF22B5" w:rsidP="00003ADF">
      <w:pPr>
        <w:pStyle w:val="First-LevelHeadings"/>
      </w:pPr>
      <w:r w:rsidRPr="00F47FDD">
        <w:t>Typeset Text</w:t>
      </w:r>
    </w:p>
    <w:p w:rsidR="00BF22B5" w:rsidRPr="00766D5E" w:rsidRDefault="00BF22B5" w:rsidP="00766D5E">
      <w:pPr>
        <w:pStyle w:val="Second-LevelHeadings"/>
      </w:pPr>
      <w:r w:rsidRPr="00766D5E">
        <w:t>Normal or Body Text</w:t>
      </w:r>
    </w:p>
    <w:p w:rsidR="00BF22B5" w:rsidRPr="00F47FDD" w:rsidRDefault="00BF22B5" w:rsidP="00BF22B5">
      <w:pPr>
        <w:pStyle w:val="BodyText"/>
        <w:spacing w:before="120" w:line="259" w:lineRule="auto"/>
      </w:pPr>
      <w:r>
        <w:rPr>
          <w:rFonts w:hint="eastAsia"/>
          <w:lang w:eastAsia="ja-JP"/>
        </w:rPr>
        <w:t>Please u</w:t>
      </w:r>
      <w:r w:rsidRPr="00F47FDD">
        <w:t xml:space="preserve">se a 10pt (point) Times font. </w:t>
      </w:r>
      <w:r>
        <w:rPr>
          <w:rFonts w:hint="eastAsia"/>
          <w:lang w:eastAsia="ja-JP"/>
        </w:rPr>
        <w:t>S</w:t>
      </w:r>
      <w:r w:rsidRPr="00F47FDD">
        <w:t xml:space="preserve">ans-serif or non-proportional fonts </w:t>
      </w:r>
      <w:r>
        <w:rPr>
          <w:rFonts w:hint="eastAsia"/>
          <w:lang w:eastAsia="ja-JP"/>
        </w:rPr>
        <w:t xml:space="preserve">can be used </w:t>
      </w:r>
      <w:r w:rsidRPr="00F47FDD">
        <w:t>only for special purposes, such as distinguishing source code text.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The first paragraph in each section should not be i</w:t>
      </w:r>
      <w:r w:rsidRPr="00F47FDD">
        <w:t>n</w:t>
      </w:r>
      <w:r w:rsidRPr="00F47FDD">
        <w:t>dented, but all other paragraphs should be.</w:t>
      </w:r>
    </w:p>
    <w:p w:rsidR="00BF22B5" w:rsidRPr="00F47FDD" w:rsidRDefault="00BF22B5" w:rsidP="00766D5E">
      <w:pPr>
        <w:pStyle w:val="Second-LevelHeadings"/>
      </w:pPr>
      <w:r w:rsidRPr="00F47FDD">
        <w:lastRenderedPageBreak/>
        <w:t>Title and Authors</w:t>
      </w:r>
    </w:p>
    <w:p w:rsidR="00BF22B5" w:rsidRPr="00F47FDD" w:rsidRDefault="00091866" w:rsidP="00BF22B5">
      <w:pPr>
        <w:pStyle w:val="BodyText"/>
        <w:spacing w:before="120" w:line="259" w:lineRule="auto"/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0" wp14:anchorId="1C473BA4" wp14:editId="73C7C7E2">
                <wp:simplePos x="0" y="0"/>
                <wp:positionH relativeFrom="page">
                  <wp:posOffset>687070</wp:posOffset>
                </wp:positionH>
                <wp:positionV relativeFrom="page">
                  <wp:posOffset>9092565</wp:posOffset>
                </wp:positionV>
                <wp:extent cx="2958465" cy="906780"/>
                <wp:effectExtent l="0" t="0" r="0" b="7620"/>
                <wp:wrapSquare wrapText="bothSides"/>
                <wp:docPr id="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B87" w:rsidRDefault="006350B3" w:rsidP="005029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281FE3E7" wp14:editId="6A76E10B">
                                  <wp:extent cx="440929" cy="154858"/>
                                  <wp:effectExtent l="19050" t="19050" r="16510" b="17145"/>
                                  <wp:docPr id="3" name="Picture 3" descr="http://i.creativecommons.org/l/by/3.0/88x3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i.creativecommons.org/l/by/3.0/88x3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681" cy="156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 w:rsidRPr="00310996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©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 author.</w:t>
                            </w:r>
                          </w:p>
                          <w:p w:rsidR="005029DA" w:rsidRPr="005029DA" w:rsidRDefault="00257FC4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Licensed under a Creative Commons Attribution 4.0 International</w:t>
                            </w:r>
                            <w:r w:rsid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(CC BY 4.0). </w:t>
                            </w:r>
                            <w:r w:rsidRPr="00257FC4">
                              <w:rPr>
                                <w:b/>
                                <w:sz w:val="16"/>
                                <w:szCs w:val="16"/>
                                <w:lang w:val="en-GB" w:eastAsia="es-ES"/>
                              </w:rPr>
                              <w:t>Attribution: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</w:t>
                            </w:r>
                          </w:p>
                          <w:p w:rsidR="009602F2" w:rsidRPr="00310996" w:rsidRDefault="005029DA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s-ES" w:eastAsia="ja-JP"/>
                              </w:rPr>
                            </w:pPr>
                            <w:proofErr w:type="gramStart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author</w:t>
                            </w:r>
                            <w:proofErr w:type="gramEnd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“</w:t>
                            </w:r>
                            <w:r w:rsidR="004F2301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Template for Extended Abstracts of the ISMIR 2015 Late-Breaking Demo Session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”, </w:t>
                            </w:r>
                            <w:r w:rsidR="004F2301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Extended Abstracts for the Late-Breaking Demo Session of the </w:t>
                            </w:r>
                            <w:r w:rsidR="005D2325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16th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International Society for Music Information Retrieval Conference, </w:t>
                            </w:r>
                            <w:r w:rsidR="005D2325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2015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4.1pt;margin-top:715.95pt;width:232.9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" o:allowoverlap="f" stroked="f">
                <v:textbox inset="0,0,0,0">
                  <w:txbxContent>
                    <w:p w:rsidR="000F5B87" w:rsidRDefault="006350B3" w:rsidP="005029DA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281FE3E7" wp14:editId="6A76E10B">
                            <wp:extent cx="440929" cy="154858"/>
                            <wp:effectExtent l="19050" t="19050" r="16510" b="17145"/>
                            <wp:docPr id="3" name="Picture 3" descr="http://i.creativecommons.org/l/by/3.0/88x3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i.creativecommons.org/l/by/3.0/88x3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681" cy="1565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 w:rsidRPr="00310996">
                        <w:rPr>
                          <w:sz w:val="16"/>
                          <w:szCs w:val="16"/>
                          <w:lang w:val="en-GB" w:eastAsia="es-ES"/>
                        </w:rPr>
                        <w:t>©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 author.</w:t>
                      </w:r>
                    </w:p>
                    <w:p w:rsidR="005029DA" w:rsidRPr="005029DA" w:rsidRDefault="00257FC4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es-ES"/>
                        </w:rPr>
                      </w:pP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Licensed under a Creative Commons Attribution 4.0 International</w:t>
                      </w:r>
                      <w:r w:rsidR="005029DA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(CC BY 4.0). </w:t>
                      </w:r>
                      <w:r w:rsidRPr="00257FC4">
                        <w:rPr>
                          <w:b/>
                          <w:sz w:val="16"/>
                          <w:szCs w:val="16"/>
                          <w:lang w:val="en-GB" w:eastAsia="es-ES"/>
                        </w:rPr>
                        <w:t>Attribution: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</w:t>
                      </w:r>
                    </w:p>
                    <w:p w:rsidR="009602F2" w:rsidRPr="00310996" w:rsidRDefault="005029DA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s-ES" w:eastAsia="ja-JP"/>
                        </w:rPr>
                      </w:pPr>
                      <w:proofErr w:type="gramStart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author</w:t>
                      </w:r>
                      <w:proofErr w:type="gramEnd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“</w:t>
                      </w:r>
                      <w:r w:rsidR="004F2301">
                        <w:rPr>
                          <w:sz w:val="16"/>
                          <w:szCs w:val="16"/>
                          <w:lang w:val="en-GB" w:eastAsia="es-ES"/>
                        </w:rPr>
                        <w:t>Template for Extended Abstracts of the ISMIR 2015 Late-Breaking Demo Session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”, </w:t>
                      </w:r>
                      <w:r w:rsidR="004F2301">
                        <w:rPr>
                          <w:sz w:val="16"/>
                          <w:szCs w:val="16"/>
                          <w:lang w:val="en-GB" w:eastAsia="es-ES"/>
                        </w:rPr>
                        <w:t xml:space="preserve">Extended Abstracts for the Late-Breaking Demo Session of the </w:t>
                      </w:r>
                      <w:r w:rsidR="005D2325">
                        <w:rPr>
                          <w:sz w:val="16"/>
                          <w:szCs w:val="16"/>
                          <w:lang w:val="en-GB" w:eastAsia="es-ES"/>
                        </w:rPr>
                        <w:t>16th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International Society for Music Information Retrieval Conference, </w:t>
                      </w:r>
                      <w:r w:rsidR="005D2325">
                        <w:rPr>
                          <w:sz w:val="16"/>
                          <w:szCs w:val="16"/>
                          <w:lang w:val="en-GB" w:eastAsia="es-ES"/>
                        </w:rPr>
                        <w:t>2015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BF22B5" w:rsidRPr="006A7AD8">
        <w:t xml:space="preserve">The title is 14pt Times, bold, caps, upper case, centered. </w:t>
      </w:r>
      <w:r w:rsidR="00BF22B5" w:rsidRPr="006A7AD8">
        <w:rPr>
          <w:lang w:eastAsia="ja-JP"/>
        </w:rPr>
        <w:t xml:space="preserve">Authors’ names are omitted when submitting for </w:t>
      </w:r>
      <w:r w:rsidR="00BF22B5" w:rsidRPr="00F47FDD">
        <w:rPr>
          <w:lang w:eastAsia="ja-JP"/>
        </w:rPr>
        <w:t xml:space="preserve">double-blind reviewing. The following is for making a camera-ready version. </w:t>
      </w:r>
      <w:r w:rsidR="00BF22B5" w:rsidRPr="00F47FDD">
        <w:t>Authors’ names are centered. The lead a</w:t>
      </w:r>
      <w:r w:rsidR="00BF22B5" w:rsidRPr="00F47FDD">
        <w:t>u</w:t>
      </w:r>
      <w:r w:rsidR="00BF22B5" w:rsidRPr="00F47FDD">
        <w:t>thor’s name is to be listed first (left-most), and the co-authors’ names after. If the addresses for all authors are the same, include the address only once, centered. If the authors have different addresses, put the addresses, eve</w:t>
      </w:r>
      <w:r w:rsidR="00BF22B5" w:rsidRPr="00F47FDD">
        <w:t>n</w:t>
      </w:r>
      <w:r w:rsidR="00BF22B5" w:rsidRPr="00F47FDD">
        <w:t>ly spaced, under each authors’ name.</w:t>
      </w:r>
    </w:p>
    <w:p w:rsidR="00BF22B5" w:rsidRPr="00766D5E" w:rsidRDefault="00BF22B5" w:rsidP="00766D5E">
      <w:pPr>
        <w:pStyle w:val="Second-LevelHeadings"/>
      </w:pPr>
      <w:r w:rsidRPr="00766D5E">
        <w:t>First Page Copyright Notice</w:t>
      </w:r>
    </w:p>
    <w:p w:rsidR="00BF22B5" w:rsidRPr="00C936CA" w:rsidRDefault="00BF22B5" w:rsidP="00BF22B5">
      <w:pPr>
        <w:pStyle w:val="BodyText"/>
        <w:spacing w:before="120" w:line="259" w:lineRule="auto"/>
        <w:rPr>
          <w:lang w:val="en-GB" w:eastAsia="ja-JP"/>
        </w:rPr>
      </w:pPr>
      <w:r w:rsidRPr="009A1F09">
        <w:rPr>
          <w:lang w:val="en-GB"/>
        </w:rPr>
        <w:t>Please include the copyright notice exactly as it appears here in the lower left-hand corner of the page. It is set in 8pt Times.</w:t>
      </w:r>
      <w:r w:rsidR="00135D33">
        <w:rPr>
          <w:lang w:val="en-GB"/>
        </w:rPr>
        <w:t xml:space="preserve"> You will need to insert the appropriate author names and paper title in the copyright notice. </w:t>
      </w:r>
    </w:p>
    <w:p w:rsidR="00BF22B5" w:rsidRPr="00F47FDD" w:rsidRDefault="00BF22B5" w:rsidP="00766D5E">
      <w:pPr>
        <w:pStyle w:val="Second-LevelHeadings"/>
      </w:pPr>
      <w:r w:rsidRPr="00F47FDD">
        <w:t>Page Numbering, Headers and Footers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Do not include headers, footers or page numbers in your submission. These will be added when the publications are assembled.</w:t>
      </w:r>
    </w:p>
    <w:p w:rsidR="00BF22B5" w:rsidRPr="00F47FDD" w:rsidRDefault="00BF22B5" w:rsidP="00003ADF">
      <w:pPr>
        <w:pStyle w:val="First-LevelHeadings"/>
      </w:pPr>
      <w:r w:rsidRPr="00F47FDD">
        <w:t>First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First level headings are in Times 10pt bold, centered with 1 line of space above the section head, and 1/2 space b</w:t>
      </w:r>
      <w:r w:rsidRPr="00F47FDD">
        <w:t>e</w:t>
      </w:r>
      <w:r w:rsidRPr="00F47FDD">
        <w:t>low it. For a section header immediately followed by a subsection header, the space should be merged.</w:t>
      </w:r>
    </w:p>
    <w:p w:rsidR="00BF22B5" w:rsidRPr="00F47FDD" w:rsidRDefault="00BF22B5" w:rsidP="00766D5E">
      <w:pPr>
        <w:pStyle w:val="Second-LevelHeadings"/>
      </w:pPr>
      <w:r w:rsidRPr="00F47FDD">
        <w:t>Second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Second level headings are in Times 10pt bold, flush left, with 1 line of space above the section head, and 1/2 space below it. The first letter of each significant word is cap</w:t>
      </w:r>
      <w:r w:rsidRPr="00F47FDD">
        <w:t>i</w:t>
      </w:r>
      <w:r w:rsidRPr="00F47FDD">
        <w:t>talized.</w:t>
      </w:r>
    </w:p>
    <w:p w:rsidR="00BF22B5" w:rsidRPr="00F47FDD" w:rsidRDefault="00BF22B5" w:rsidP="009602F2">
      <w:pPr>
        <w:pStyle w:val="Third-LevelHeadinds"/>
      </w:pPr>
      <w:r w:rsidRPr="00F47FDD">
        <w:t>Third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Third level headings are in Times 10pt italic, flush left, with 1/2 line of space above the section head, and 1/2 space below it. The first letter of each significant word is capitalized.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Using more than three levels of headings is highly di</w:t>
      </w:r>
      <w:r w:rsidRPr="00F47FDD">
        <w:t>s</w:t>
      </w:r>
      <w:r w:rsidRPr="00F47FDD">
        <w:t>couraged.</w:t>
      </w:r>
    </w:p>
    <w:p w:rsidR="00BF22B5" w:rsidRPr="00F47FDD" w:rsidRDefault="00BF22B5" w:rsidP="00003ADF">
      <w:pPr>
        <w:pStyle w:val="First-LevelHeadings"/>
      </w:pPr>
      <w:r w:rsidRPr="00F47FDD">
        <w:lastRenderedPageBreak/>
        <w:t>Footnotes and Figures</w:t>
      </w:r>
    </w:p>
    <w:p w:rsidR="00BF22B5" w:rsidRPr="00766D5E" w:rsidRDefault="00BF22B5" w:rsidP="00766D5E">
      <w:pPr>
        <w:pStyle w:val="Second-LevelHeadings"/>
      </w:pPr>
      <w:r w:rsidRPr="00766D5E">
        <w:t>Footnotes</w:t>
      </w:r>
    </w:p>
    <w:p w:rsidR="009A4B95" w:rsidRDefault="00BF22B5" w:rsidP="003B1B0C">
      <w:pPr>
        <w:pStyle w:val="BodyText"/>
        <w:spacing w:before="120" w:line="259" w:lineRule="auto"/>
      </w:pPr>
      <w:r w:rsidRPr="00F47FDD">
        <w:t>Indicate footnotes with a number in the text.</w:t>
      </w:r>
      <w:r w:rsidRPr="00F47FDD">
        <w:rPr>
          <w:rStyle w:val="FootnoteReference"/>
        </w:rPr>
        <w:footnoteReference w:id="1"/>
      </w:r>
      <w:r w:rsidRPr="00F47FDD">
        <w:t xml:space="preserve"> Use </w:t>
      </w:r>
      <w:r>
        <w:rPr>
          <w:rFonts w:hint="eastAsia"/>
          <w:lang w:eastAsia="ja-JP"/>
        </w:rPr>
        <w:t>8</w:t>
      </w:r>
      <w:r w:rsidRPr="00F47FDD">
        <w:t>pt type for footnotes. Place the footnotes at the bottom of the page on which they appear. Precede the footnote with a 0.5pt horizontal rule.</w:t>
      </w:r>
    </w:p>
    <w:p w:rsidR="005A1EB2" w:rsidRDefault="005A1EB2" w:rsidP="003B1B0C">
      <w:pPr>
        <w:pStyle w:val="BodyText"/>
        <w:spacing w:before="120" w:line="259" w:lineRule="auto"/>
      </w:pPr>
    </w:p>
    <w:p w:rsidR="005A1EB2" w:rsidRDefault="005A1EB2" w:rsidP="003B1B0C">
      <w:pPr>
        <w:pStyle w:val="BodyText"/>
        <w:spacing w:before="120" w:line="259" w:lineRule="auto"/>
        <w:rPr>
          <w:lang w:eastAsia="ja-JP"/>
        </w:rPr>
      </w:pPr>
    </w:p>
    <w:p w:rsidR="008F029B" w:rsidRDefault="008F029B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1498"/>
      </w:tblGrid>
      <w:tr w:rsidR="00BF22B5" w:rsidRPr="00F47FDD" w:rsidTr="00F33C43">
        <w:trPr>
          <w:cantSplit/>
          <w:trHeight w:val="268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String value</w:t>
            </w:r>
          </w:p>
        </w:tc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Numeric value</w:t>
            </w:r>
          </w:p>
        </w:tc>
      </w:tr>
      <w:tr w:rsidR="00BF22B5" w:rsidRPr="00F47FDD" w:rsidTr="00F33C43">
        <w:trPr>
          <w:cantSplit/>
          <w:trHeight w:val="174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>
              <w:rPr>
                <w:rFonts w:hint="eastAsia"/>
                <w:lang w:eastAsia="ja-JP"/>
              </w:rPr>
              <w:t>H</w:t>
            </w:r>
            <w:r w:rsidRPr="00F47FDD">
              <w:t>ello ISMIR</w:t>
            </w:r>
          </w:p>
        </w:tc>
        <w:tc>
          <w:tcPr>
            <w:tcW w:w="1498" w:type="dxa"/>
          </w:tcPr>
          <w:p w:rsidR="00BF22B5" w:rsidRPr="00F47FDD" w:rsidRDefault="005D2325" w:rsidP="005C5B43">
            <w:pPr>
              <w:pStyle w:val="BodyText"/>
              <w:keepNext/>
              <w:spacing w:line="259" w:lineRule="auto"/>
              <w:rPr>
                <w:lang w:eastAsia="ja-JP"/>
              </w:rPr>
            </w:pPr>
            <w:r>
              <w:rPr>
                <w:lang w:eastAsia="ja-JP"/>
              </w:rPr>
              <w:t>2015</w:t>
            </w:r>
          </w:p>
        </w:tc>
      </w:tr>
    </w:tbl>
    <w:p w:rsidR="00BF22B5" w:rsidRDefault="00BF22B5" w:rsidP="00BF22B5">
      <w:pPr>
        <w:pStyle w:val="Caption"/>
        <w:spacing w:before="200" w:line="259" w:lineRule="auto"/>
        <w:ind w:left="0" w:right="-14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Table </w:t>
      </w:r>
      <w:proofErr w:type="gramEnd"/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Tabla \* ARABIC </w:instrText>
      </w:r>
      <w:r w:rsidRPr="00F47FDD">
        <w:rPr>
          <w:b/>
          <w:sz w:val="20"/>
        </w:rPr>
        <w:fldChar w:fldCharType="separate"/>
      </w:r>
      <w:r w:rsidR="00B44668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proofErr w:type="gramStart"/>
      <w:r w:rsidRPr="00F47FDD">
        <w:rPr>
          <w:b/>
          <w:sz w:val="20"/>
        </w:rPr>
        <w:t>.</w:t>
      </w:r>
      <w:proofErr w:type="gramEnd"/>
      <w:r w:rsidRPr="00F47FDD">
        <w:rPr>
          <w:sz w:val="20"/>
        </w:rPr>
        <w:t xml:space="preserve"> Table captions should be placed below the table</w:t>
      </w:r>
      <w:r>
        <w:rPr>
          <w:rFonts w:hint="eastAsia"/>
          <w:sz w:val="20"/>
          <w:lang w:eastAsia="ja-JP"/>
        </w:rPr>
        <w:t>.</w:t>
      </w:r>
    </w:p>
    <w:p w:rsidR="006A7583" w:rsidRPr="006A7583" w:rsidRDefault="006A7583" w:rsidP="00D901B0">
      <w:pPr>
        <w:rPr>
          <w:lang w:eastAsia="ja-JP"/>
        </w:rPr>
      </w:pPr>
    </w:p>
    <w:p w:rsidR="00BF22B5" w:rsidRPr="00F47FDD" w:rsidRDefault="00091866" w:rsidP="00BF22B5">
      <w:pPr>
        <w:pStyle w:val="BodyText"/>
        <w:keepNext/>
        <w:spacing w:before="120" w:line="259" w:lineRule="auto"/>
        <w:jc w:val="center"/>
      </w:pPr>
      <w:r>
        <w:rPr>
          <w:noProof/>
          <w:lang w:val="de-DE" w:eastAsia="de-DE"/>
        </w:rPr>
        <w:drawing>
          <wp:inline distT="0" distB="0" distL="0" distR="0" wp14:anchorId="0EA19572" wp14:editId="67EEDCC6">
            <wp:extent cx="2705100" cy="1910715"/>
            <wp:effectExtent l="19050" t="19050" r="19050" b="13335"/>
            <wp:docPr id="1" name="Picture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071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F22B5" w:rsidRPr="00F47FDD" w:rsidRDefault="00BF22B5" w:rsidP="00BF22B5">
      <w:pPr>
        <w:pStyle w:val="Caption"/>
        <w:spacing w:before="200" w:line="259" w:lineRule="auto"/>
        <w:ind w:left="0" w:right="72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Figure </w:t>
      </w:r>
      <w:proofErr w:type="gramEnd"/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Ilustración \* ARABIC </w:instrText>
      </w:r>
      <w:r w:rsidRPr="00F47FDD">
        <w:rPr>
          <w:b/>
          <w:sz w:val="20"/>
        </w:rPr>
        <w:fldChar w:fldCharType="separate"/>
      </w:r>
      <w:r w:rsidR="00B44668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proofErr w:type="gramStart"/>
      <w:r w:rsidRPr="00F47FDD">
        <w:rPr>
          <w:sz w:val="20"/>
        </w:rPr>
        <w:t>.</w:t>
      </w:r>
      <w:proofErr w:type="gramEnd"/>
      <w:r w:rsidRPr="00F47FDD">
        <w:rPr>
          <w:sz w:val="20"/>
        </w:rPr>
        <w:t xml:space="preserve"> Figure captions should be placed below the figure</w:t>
      </w:r>
      <w:r>
        <w:rPr>
          <w:rFonts w:hint="eastAsia"/>
          <w:sz w:val="20"/>
          <w:lang w:eastAsia="ja-JP"/>
        </w:rPr>
        <w:t>.</w:t>
      </w:r>
    </w:p>
    <w:p w:rsidR="00BF22B5" w:rsidRPr="00766D5E" w:rsidRDefault="00BF22B5" w:rsidP="00766D5E">
      <w:pPr>
        <w:pStyle w:val="Second-LevelHeadings"/>
      </w:pPr>
      <w:r w:rsidRPr="00766D5E">
        <w:t>Figures, Tables, and Captions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All artwork must be centered, neat, clean, and legible. All lines should be very dark for purposes of reproduction and art work should not be hand-drawn. The proceedings are not in color, and therefore all figures must make sense in black-and-white form. Figure and table numbers and captions always appear below the figure. Leave 1 line space between the figure or table and the caption. Each figure or table is numbered consecutively. Captions should be Times 10pt. Place tables/figures in text as close to the reference as possible. References to tables and fi</w:t>
      </w:r>
      <w:r w:rsidRPr="00F47FDD">
        <w:t>g</w:t>
      </w:r>
      <w:r w:rsidRPr="00F47FDD">
        <w:t>ures should be capitalized, for example: see Figure 1 and Table 1. Figures and tables may extend across both co</w:t>
      </w:r>
      <w:r w:rsidRPr="00F47FDD">
        <w:t>l</w:t>
      </w:r>
      <w:r w:rsidRPr="00F47FDD">
        <w:t>umns to a maximum width of</w:t>
      </w:r>
      <w:r>
        <w:rPr>
          <w:rFonts w:hint="eastAsia"/>
          <w:lang w:eastAsia="ja-JP"/>
        </w:rPr>
        <w:t xml:space="preserve"> </w:t>
      </w:r>
      <w:r>
        <w:t>17.</w:t>
      </w:r>
      <w:r>
        <w:rPr>
          <w:rFonts w:hint="eastAsia"/>
          <w:lang w:eastAsia="ja-JP"/>
        </w:rPr>
        <w:t>2</w:t>
      </w:r>
      <w:r>
        <w:t>cm</w:t>
      </w:r>
      <w:r w:rsidRPr="00F47FDD">
        <w:t>.</w:t>
      </w:r>
    </w:p>
    <w:p w:rsidR="00BF22B5" w:rsidRPr="00F47FDD" w:rsidRDefault="00BF22B5" w:rsidP="00003ADF">
      <w:pPr>
        <w:pStyle w:val="First-LevelHeadings"/>
      </w:pPr>
      <w:r w:rsidRPr="00F47FDD">
        <w:t>Equations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Equations should be placed on separate lines and nu</w:t>
      </w:r>
      <w:r w:rsidRPr="00F47FDD">
        <w:t>m</w:t>
      </w:r>
      <w:r w:rsidRPr="00F47FDD">
        <w:t>bered. The number should be on the right side, in pare</w:t>
      </w:r>
      <w:r w:rsidRPr="00F47FDD">
        <w:t>n</w:t>
      </w:r>
      <w:r w:rsidRPr="00F47FDD">
        <w:t>theses</w:t>
      </w:r>
      <w:r w:rsidR="00994033">
        <w:t xml:space="preserve">, as in </w:t>
      </w:r>
      <w:proofErr w:type="spellStart"/>
      <w:r w:rsidR="00994033">
        <w:t>Eqn</w:t>
      </w:r>
      <w:proofErr w:type="spellEnd"/>
      <w:r w:rsidR="00994033">
        <w:t xml:space="preserve"> (1)</w:t>
      </w:r>
      <w:r w:rsidRPr="00F47FDD">
        <w:t>.</w:t>
      </w:r>
    </w:p>
    <w:p w:rsidR="003F1160" w:rsidRDefault="00BF22B5" w:rsidP="00C31857">
      <w:pPr>
        <w:pStyle w:val="BodyText"/>
        <w:spacing w:before="120" w:line="259" w:lineRule="auto"/>
        <w:jc w:val="right"/>
        <w:rPr>
          <w:lang w:eastAsia="ja-JP"/>
        </w:rPr>
      </w:pPr>
      <w:r w:rsidRPr="00F47FDD">
        <w:rPr>
          <w:position w:val="-2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13.25pt" o:ole="">
            <v:imagedata r:id="rId13" o:title=""/>
          </v:shape>
          <o:OLEObject Type="Embed" ProgID="Equation.3" ShapeID="_x0000_i1025" DrawAspect="Content" ObjectID="_1496575898" r:id="rId14"/>
        </w:object>
      </w:r>
      <w:r w:rsidRPr="00F47FDD">
        <w:t xml:space="preserve">                                   (1)</w:t>
      </w:r>
    </w:p>
    <w:p w:rsidR="00BF22B5" w:rsidRPr="00766D5E" w:rsidRDefault="00BF22B5" w:rsidP="00003ADF">
      <w:pPr>
        <w:pStyle w:val="First-LevelHeadings"/>
      </w:pPr>
      <w:r w:rsidRPr="00766D5E">
        <w:lastRenderedPageBreak/>
        <w:t>Citations</w:t>
      </w:r>
    </w:p>
    <w:p w:rsidR="00BF22B5" w:rsidRPr="00F47FDD" w:rsidRDefault="00BF22B5" w:rsidP="00BF22B5">
      <w:pPr>
        <w:pStyle w:val="BodyText"/>
        <w:spacing w:before="120" w:line="259" w:lineRule="auto"/>
        <w:rPr>
          <w:lang w:eastAsia="ja-JP"/>
        </w:rPr>
      </w:pPr>
      <w:r w:rsidRPr="00F47FDD">
        <w:t>All bibliographical references should be listed at the end, insid</w:t>
      </w:r>
      <w:r>
        <w:t xml:space="preserve">e a section named </w:t>
      </w:r>
      <w:r>
        <w:rPr>
          <w:lang w:eastAsia="ja-JP"/>
        </w:rPr>
        <w:t>“</w:t>
      </w:r>
      <w:r>
        <w:t>REFERENCES</w:t>
      </w:r>
      <w:r w:rsidRPr="00F47FDD">
        <w:t>,</w:t>
      </w:r>
      <w:r>
        <w:rPr>
          <w:lang w:eastAsia="ja-JP"/>
        </w:rPr>
        <w:t>”</w:t>
      </w:r>
      <w:r w:rsidRPr="00F47FDD">
        <w:t xml:space="preserve"> </w:t>
      </w:r>
      <w:r>
        <w:t xml:space="preserve">numbered and in </w:t>
      </w:r>
      <w:r w:rsidR="00416111">
        <w:rPr>
          <w:lang w:eastAsia="ja-JP"/>
        </w:rPr>
        <w:t>alphabetical</w:t>
      </w:r>
      <w:r>
        <w:rPr>
          <w:rFonts w:hint="eastAsia"/>
          <w:lang w:eastAsia="ja-JP"/>
        </w:rPr>
        <w:t xml:space="preserve"> order</w:t>
      </w:r>
      <w:r w:rsidR="00C85999">
        <w:rPr>
          <w:lang w:eastAsia="ja-JP"/>
        </w:rPr>
        <w:t xml:space="preserve"> according to IEEE formatting</w:t>
      </w:r>
      <w:r w:rsidRPr="00F47FDD">
        <w:t xml:space="preserve">. </w:t>
      </w:r>
      <w:r w:rsidR="00994033">
        <w:t>A</w:t>
      </w:r>
      <w:r w:rsidRPr="00F47FDD">
        <w:t>ll references listed should be cited in the text. When refe</w:t>
      </w:r>
      <w:r w:rsidRPr="00F47FDD">
        <w:t>r</w:t>
      </w:r>
      <w:r w:rsidRPr="00F47FDD">
        <w:t>ring to a document, type the number</w:t>
      </w:r>
      <w:r w:rsidR="00994033">
        <w:t xml:space="preserve"> </w:t>
      </w:r>
      <w:r w:rsidRPr="00F47FDD">
        <w:t>in square brackets [1]</w:t>
      </w:r>
      <w:r w:rsidR="00994033">
        <w:t xml:space="preserve">, </w:t>
      </w:r>
      <w:r>
        <w:rPr>
          <w:rFonts w:hint="eastAsia"/>
          <w:lang w:eastAsia="ja-JP"/>
        </w:rPr>
        <w:t>or</w:t>
      </w:r>
      <w:r w:rsidR="00994033">
        <w:rPr>
          <w:lang w:eastAsia="ja-JP"/>
        </w:rPr>
        <w:t xml:space="preserve"> for a range</w:t>
      </w:r>
      <w:r>
        <w:rPr>
          <w:rFonts w:hint="eastAsia"/>
          <w:lang w:eastAsia="ja-JP"/>
        </w:rPr>
        <w:t xml:space="preserve"> [1-</w:t>
      </w:r>
      <w:r w:rsidR="00657ACE">
        <w:rPr>
          <w:lang w:eastAsia="ja-JP"/>
        </w:rPr>
        <w:t>3</w:t>
      </w:r>
      <w:r>
        <w:rPr>
          <w:rFonts w:hint="eastAsia"/>
          <w:lang w:eastAsia="ja-JP"/>
        </w:rPr>
        <w:t>]</w:t>
      </w:r>
      <w:r w:rsidRPr="00F47FDD">
        <w:t>.</w:t>
      </w:r>
      <w:r w:rsidR="00E372CC">
        <w:t xml:space="preserve"> </w:t>
      </w:r>
    </w:p>
    <w:p w:rsidR="00BF22B5" w:rsidRPr="00F47FDD" w:rsidRDefault="00BF22B5" w:rsidP="00003ADF">
      <w:pPr>
        <w:pStyle w:val="First-LevelHeadings"/>
      </w:pPr>
      <w:r w:rsidRPr="00F47FDD">
        <w:t>REFERENCES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E</w:t>
      </w:r>
      <w:r>
        <w:t>. Author:</w:t>
      </w:r>
      <w:r>
        <w:rPr>
          <w:lang w:eastAsia="ja-JP"/>
        </w:rPr>
        <w:t xml:space="preserve"> “</w:t>
      </w:r>
      <w:r>
        <w:t>The Title of the Conference Paper,</w:t>
      </w:r>
      <w:r>
        <w:rPr>
          <w:lang w:eastAsia="ja-JP"/>
        </w:rPr>
        <w:t xml:space="preserve">” </w:t>
      </w:r>
      <w:r>
        <w:rPr>
          <w:i/>
        </w:rPr>
        <w:t>Proceedings of the International Symposium on Music Information Retrieval</w:t>
      </w:r>
      <w:r>
        <w:t>, pp.</w:t>
      </w:r>
      <w:r>
        <w:rPr>
          <w:lang w:eastAsia="ja-JP"/>
        </w:rPr>
        <w:t xml:space="preserve"> 000</w:t>
      </w:r>
      <w:r>
        <w:t>–</w:t>
      </w:r>
      <w:r>
        <w:rPr>
          <w:lang w:eastAsia="ja-JP"/>
        </w:rPr>
        <w:t>111</w:t>
      </w:r>
      <w:r>
        <w:t>,</w:t>
      </w:r>
      <w:r>
        <w:rPr>
          <w:lang w:eastAsia="ja-JP"/>
        </w:rPr>
        <w:t xml:space="preserve"> </w:t>
      </w:r>
      <w:r>
        <w:t>2000.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A</w:t>
      </w:r>
      <w:r>
        <w:t>. Someone</w:t>
      </w:r>
      <w:r>
        <w:rPr>
          <w:lang w:eastAsia="ja-JP"/>
        </w:rPr>
        <w:t>, B. Someone, and C. Someone</w:t>
      </w:r>
      <w:r>
        <w:t>:</w:t>
      </w:r>
      <w:r>
        <w:rPr>
          <w:lang w:eastAsia="ja-JP"/>
        </w:rPr>
        <w:t xml:space="preserve"> “</w:t>
      </w:r>
      <w:r>
        <w:t>The Title of the Journal Paper,</w:t>
      </w:r>
      <w:r>
        <w:rPr>
          <w:lang w:eastAsia="ja-JP"/>
        </w:rPr>
        <w:t xml:space="preserve">” </w:t>
      </w:r>
      <w:r>
        <w:rPr>
          <w:i/>
        </w:rPr>
        <w:t>Journal of New Music Research</w:t>
      </w:r>
      <w:r>
        <w:t>, Vol.</w:t>
      </w:r>
      <w:r>
        <w:rPr>
          <w:lang w:eastAsia="ja-JP"/>
        </w:rPr>
        <w:t xml:space="preserve"> </w:t>
      </w:r>
      <w:r>
        <w:t>A, No.</w:t>
      </w:r>
      <w:r>
        <w:rPr>
          <w:lang w:eastAsia="ja-JP"/>
        </w:rPr>
        <w:t xml:space="preserve"> </w:t>
      </w:r>
      <w:r>
        <w:t>B, pp.</w:t>
      </w:r>
      <w:r>
        <w:rPr>
          <w:lang w:eastAsia="ja-JP"/>
        </w:rPr>
        <w:t xml:space="preserve"> 111</w:t>
      </w:r>
      <w:r>
        <w:t>–</w:t>
      </w:r>
      <w:r>
        <w:rPr>
          <w:lang w:eastAsia="ja-JP"/>
        </w:rPr>
        <w:t>222</w:t>
      </w:r>
      <w:r>
        <w:t>, 2010.</w:t>
      </w:r>
    </w:p>
    <w:p w:rsidR="00E773CA" w:rsidRPr="00C63535" w:rsidRDefault="00E773CA" w:rsidP="00D901B0">
      <w:pPr>
        <w:pStyle w:val="BodyText"/>
        <w:numPr>
          <w:ilvl w:val="0"/>
          <w:numId w:val="10"/>
        </w:numPr>
        <w:suppressAutoHyphens/>
        <w:spacing w:before="120" w:line="259" w:lineRule="auto"/>
      </w:pPr>
      <w:r>
        <w:rPr>
          <w:lang w:eastAsia="ja-JP"/>
        </w:rPr>
        <w:t>X</w:t>
      </w:r>
      <w:r>
        <w:t>. Someone</w:t>
      </w:r>
      <w:r>
        <w:rPr>
          <w:lang w:eastAsia="ja-JP"/>
        </w:rPr>
        <w:t xml:space="preserve"> and Y. Someone</w:t>
      </w:r>
      <w:r>
        <w:t>:</w:t>
      </w:r>
      <w:r>
        <w:rPr>
          <w:lang w:eastAsia="ja-JP"/>
        </w:rPr>
        <w:t xml:space="preserve"> </w:t>
      </w:r>
      <w:r>
        <w:rPr>
          <w:rStyle w:val="Italics"/>
        </w:rPr>
        <w:t>Title of the book</w:t>
      </w:r>
      <w:r>
        <w:rPr>
          <w:lang w:eastAsia="ja-JP"/>
        </w:rPr>
        <w:t>,</w:t>
      </w:r>
      <w:r>
        <w:t xml:space="preserve"> Editorial Acme, </w:t>
      </w:r>
      <w:r>
        <w:rPr>
          <w:lang w:eastAsia="ja-JP"/>
        </w:rPr>
        <w:t>Porto</w:t>
      </w:r>
      <w:r>
        <w:t>, 2012.</w:t>
      </w:r>
    </w:p>
    <w:p w:rsidR="00BF22B5" w:rsidRPr="00F47FDD" w:rsidRDefault="00BF22B5" w:rsidP="00BF22B5">
      <w:pPr>
        <w:pStyle w:val="BodyText"/>
        <w:suppressAutoHyphens/>
        <w:spacing w:before="120" w:line="259" w:lineRule="auto"/>
        <w:rPr>
          <w:lang w:eastAsia="ja-JP"/>
        </w:rPr>
      </w:pPr>
    </w:p>
    <w:sectPr w:rsidR="00BF22B5" w:rsidRPr="00F47FDD" w:rsidSect="00BF22B5">
      <w:footnotePr>
        <w:numRestart w:val="eachPage"/>
      </w:footnotePr>
      <w:type w:val="continuous"/>
      <w:pgSz w:w="11907" w:h="16840" w:code="9"/>
      <w:pgMar w:top="1418" w:right="1077" w:bottom="1418" w:left="1077" w:header="720" w:footer="964" w:gutter="0"/>
      <w:cols w:num="2" w:space="45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41" w:rsidRDefault="00395441">
      <w:r>
        <w:separator/>
      </w:r>
    </w:p>
  </w:endnote>
  <w:endnote w:type="continuationSeparator" w:id="0">
    <w:p w:rsidR="00395441" w:rsidRDefault="0039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41" w:rsidRDefault="00395441">
      <w:r>
        <w:separator/>
      </w:r>
    </w:p>
  </w:footnote>
  <w:footnote w:type="continuationSeparator" w:id="0">
    <w:p w:rsidR="00395441" w:rsidRDefault="00395441">
      <w:r>
        <w:continuationSeparator/>
      </w:r>
    </w:p>
  </w:footnote>
  <w:footnote w:id="1">
    <w:p w:rsidR="009602F2" w:rsidRPr="00310996" w:rsidRDefault="009602F2" w:rsidP="00BF22B5">
      <w:pPr>
        <w:pStyle w:val="BodyText"/>
        <w:rPr>
          <w:sz w:val="16"/>
          <w:szCs w:val="16"/>
          <w:lang w:eastAsia="ja-JP"/>
        </w:rPr>
      </w:pPr>
      <w:r w:rsidRPr="00310996">
        <w:rPr>
          <w:rStyle w:val="FootnoteReference"/>
          <w:sz w:val="16"/>
          <w:szCs w:val="16"/>
        </w:rPr>
        <w:footnoteRef/>
      </w:r>
      <w:r w:rsidRPr="00310996">
        <w:rPr>
          <w:sz w:val="16"/>
          <w:szCs w:val="16"/>
        </w:rPr>
        <w:t xml:space="preserve">This </w:t>
      </w:r>
      <w:r w:rsidRPr="00310996">
        <w:rPr>
          <w:rFonts w:hint="eastAsia"/>
          <w:sz w:val="16"/>
          <w:szCs w:val="16"/>
          <w:lang w:eastAsia="ja-JP"/>
        </w:rPr>
        <w:t xml:space="preserve">is </w:t>
      </w:r>
      <w:r w:rsidRPr="00310996">
        <w:rPr>
          <w:sz w:val="16"/>
          <w:szCs w:val="16"/>
        </w:rPr>
        <w:t>a footnote</w:t>
      </w:r>
      <w:r w:rsidRPr="00310996">
        <w:rPr>
          <w:rFonts w:hint="eastAsia"/>
          <w:sz w:val="16"/>
          <w:szCs w:val="16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left" w:pos="0"/>
        <w:tab w:val="right" w:pos="9900"/>
      </w:tabs>
      <w:rPr>
        <w:sz w:val="16"/>
      </w:rPr>
    </w:pPr>
    <w:r>
      <w:rPr>
        <w:sz w:val="16"/>
      </w:rPr>
      <w:t>2003 IEEE Workshop on Applications of Signal Processing to Audio and Acoustics</w:t>
    </w:r>
    <w:r>
      <w:rPr>
        <w:sz w:val="16"/>
      </w:rPr>
      <w:tab/>
      <w:t xml:space="preserve">October 19-22, 2003, New </w:t>
    </w:r>
    <w:proofErr w:type="spellStart"/>
    <w:smartTag w:uri="urn:schemas-microsoft-com:office:smarttags" w:element="place">
      <w:smartTag w:uri="urn:schemas-microsoft-com:office:smarttags" w:element="City">
        <w:r>
          <w:rPr>
            <w:sz w:val="16"/>
          </w:rPr>
          <w:t>Paltz</w:t>
        </w:r>
      </w:smartTag>
      <w:proofErr w:type="spellEnd"/>
      <w:r>
        <w:rPr>
          <w:sz w:val="16"/>
        </w:rPr>
        <w:t xml:space="preserve">, </w:t>
      </w:r>
      <w:smartTag w:uri="urn:schemas-microsoft-com:office:smarttags" w:element="State">
        <w:r>
          <w:rPr>
            <w:sz w:val="16"/>
          </w:rPr>
          <w:t>NY</w:t>
        </w:r>
      </w:smartTag>
    </w:smartTag>
  </w:p>
  <w:p w:rsidR="009602F2" w:rsidRDefault="009602F2" w:rsidP="00BF22B5">
    <w:pPr>
      <w:pStyle w:val="Header"/>
      <w:tabs>
        <w:tab w:val="clear" w:pos="8306"/>
        <w:tab w:val="right" w:pos="99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right" w:pos="9900"/>
      </w:tabs>
      <w:ind w:left="-90" w:right="36" w:firstLine="90"/>
      <w:rPr>
        <w:sz w:val="16"/>
      </w:rPr>
    </w:pPr>
    <w:r>
      <w:rPr>
        <w:sz w:val="16"/>
      </w:rPr>
      <w:tab/>
    </w:r>
  </w:p>
  <w:p w:rsidR="009602F2" w:rsidRDefault="009602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92397A"/>
    <w:lvl w:ilvl="0">
      <w:start w:val="1"/>
      <w:numFmt w:val="decimal"/>
      <w:pStyle w:val="First-LevelHeadings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Second-LevelHeadings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Third-LevelHeadind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61C17C6"/>
    <w:multiLevelType w:val="hybridMultilevel"/>
    <w:tmpl w:val="9418F382"/>
    <w:lvl w:ilvl="0" w:tplc="13E46C2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5D6"/>
    <w:multiLevelType w:val="multilevel"/>
    <w:tmpl w:val="8FE4B8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C52E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4">
    <w:nsid w:val="250866E8"/>
    <w:multiLevelType w:val="multilevel"/>
    <w:tmpl w:val="44E6B44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26A1157A"/>
    <w:multiLevelType w:val="multilevel"/>
    <w:tmpl w:val="22EE763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319E3"/>
    <w:multiLevelType w:val="hybridMultilevel"/>
    <w:tmpl w:val="8FE4B8FE"/>
    <w:lvl w:ilvl="0" w:tplc="933253D4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307B1F"/>
    <w:multiLevelType w:val="singleLevel"/>
    <w:tmpl w:val="D85E42B4"/>
    <w:lvl w:ilvl="0">
      <w:start w:val="1"/>
      <w:numFmt w:val="decimal"/>
      <w:pStyle w:val="NumIte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8097EE9"/>
    <w:multiLevelType w:val="multilevel"/>
    <w:tmpl w:val="A0F08984"/>
    <w:lvl w:ilvl="0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B019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0">
    <w:nsid w:val="43DE5B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1">
    <w:nsid w:val="4490087B"/>
    <w:multiLevelType w:val="hybridMultilevel"/>
    <w:tmpl w:val="22EE763A"/>
    <w:lvl w:ilvl="0" w:tplc="DEDC4FB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64322B"/>
    <w:multiLevelType w:val="multilevel"/>
    <w:tmpl w:val="9418F382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15255"/>
    <w:multiLevelType w:val="hybridMultilevel"/>
    <w:tmpl w:val="A0F08984"/>
    <w:lvl w:ilvl="0" w:tplc="435C7654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5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>
    <w:nsid w:val="7B7F0516"/>
    <w:multiLevelType w:val="multilevel"/>
    <w:tmpl w:val="3864CD9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284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6"/>
    <w:rsid w:val="000004DF"/>
    <w:rsid w:val="00003ADF"/>
    <w:rsid w:val="00031EC9"/>
    <w:rsid w:val="00041453"/>
    <w:rsid w:val="00051A33"/>
    <w:rsid w:val="00085879"/>
    <w:rsid w:val="00091866"/>
    <w:rsid w:val="000C2DD3"/>
    <w:rsid w:val="000F5B87"/>
    <w:rsid w:val="00111738"/>
    <w:rsid w:val="0011619C"/>
    <w:rsid w:val="00135D33"/>
    <w:rsid w:val="00167702"/>
    <w:rsid w:val="00191680"/>
    <w:rsid w:val="001D2894"/>
    <w:rsid w:val="00207CF0"/>
    <w:rsid w:val="0024333F"/>
    <w:rsid w:val="00257FC4"/>
    <w:rsid w:val="00301254"/>
    <w:rsid w:val="0031607C"/>
    <w:rsid w:val="0032506D"/>
    <w:rsid w:val="003543F2"/>
    <w:rsid w:val="003674D5"/>
    <w:rsid w:val="0038661A"/>
    <w:rsid w:val="00391E71"/>
    <w:rsid w:val="00395441"/>
    <w:rsid w:val="003B1B0C"/>
    <w:rsid w:val="003E7370"/>
    <w:rsid w:val="003F1160"/>
    <w:rsid w:val="00403879"/>
    <w:rsid w:val="00412A6D"/>
    <w:rsid w:val="00416111"/>
    <w:rsid w:val="00431CFA"/>
    <w:rsid w:val="00440F4B"/>
    <w:rsid w:val="00460776"/>
    <w:rsid w:val="00474D9E"/>
    <w:rsid w:val="00481EDE"/>
    <w:rsid w:val="004873CB"/>
    <w:rsid w:val="004B1D21"/>
    <w:rsid w:val="004D732F"/>
    <w:rsid w:val="004F2301"/>
    <w:rsid w:val="005029DA"/>
    <w:rsid w:val="00513B45"/>
    <w:rsid w:val="00520EE3"/>
    <w:rsid w:val="005371E7"/>
    <w:rsid w:val="005A05C6"/>
    <w:rsid w:val="005A1EB2"/>
    <w:rsid w:val="005A4EA4"/>
    <w:rsid w:val="005B3063"/>
    <w:rsid w:val="005C5B43"/>
    <w:rsid w:val="005D1A7D"/>
    <w:rsid w:val="005D2325"/>
    <w:rsid w:val="005F3BC5"/>
    <w:rsid w:val="00602EF7"/>
    <w:rsid w:val="0060585D"/>
    <w:rsid w:val="006350B3"/>
    <w:rsid w:val="00657ACE"/>
    <w:rsid w:val="006956BC"/>
    <w:rsid w:val="006A7583"/>
    <w:rsid w:val="006A7AD8"/>
    <w:rsid w:val="006C0D70"/>
    <w:rsid w:val="006C3045"/>
    <w:rsid w:val="006D27B1"/>
    <w:rsid w:val="00700828"/>
    <w:rsid w:val="0070335C"/>
    <w:rsid w:val="00704300"/>
    <w:rsid w:val="00733AB3"/>
    <w:rsid w:val="00766D5E"/>
    <w:rsid w:val="0078276A"/>
    <w:rsid w:val="00791D7F"/>
    <w:rsid w:val="00862162"/>
    <w:rsid w:val="00867B9F"/>
    <w:rsid w:val="008E3809"/>
    <w:rsid w:val="008E64A9"/>
    <w:rsid w:val="008F029B"/>
    <w:rsid w:val="009602F2"/>
    <w:rsid w:val="00994033"/>
    <w:rsid w:val="009A4B95"/>
    <w:rsid w:val="009C2526"/>
    <w:rsid w:val="009C27D0"/>
    <w:rsid w:val="009E3E82"/>
    <w:rsid w:val="009F4282"/>
    <w:rsid w:val="00A163D8"/>
    <w:rsid w:val="00A35226"/>
    <w:rsid w:val="00A55446"/>
    <w:rsid w:val="00A5604E"/>
    <w:rsid w:val="00A66A48"/>
    <w:rsid w:val="00A84698"/>
    <w:rsid w:val="00AD42CD"/>
    <w:rsid w:val="00AE09A7"/>
    <w:rsid w:val="00AF454E"/>
    <w:rsid w:val="00B25555"/>
    <w:rsid w:val="00B44668"/>
    <w:rsid w:val="00BC6516"/>
    <w:rsid w:val="00BF22B5"/>
    <w:rsid w:val="00BF3C99"/>
    <w:rsid w:val="00C0722A"/>
    <w:rsid w:val="00C31857"/>
    <w:rsid w:val="00C85999"/>
    <w:rsid w:val="00CB62BC"/>
    <w:rsid w:val="00CF23F1"/>
    <w:rsid w:val="00CF4B8E"/>
    <w:rsid w:val="00CF594C"/>
    <w:rsid w:val="00D26F2B"/>
    <w:rsid w:val="00D866D0"/>
    <w:rsid w:val="00D901B0"/>
    <w:rsid w:val="00DA356C"/>
    <w:rsid w:val="00DF0DBA"/>
    <w:rsid w:val="00E176C2"/>
    <w:rsid w:val="00E372CC"/>
    <w:rsid w:val="00E55D25"/>
    <w:rsid w:val="00E773CA"/>
    <w:rsid w:val="00E814ED"/>
    <w:rsid w:val="00E86BEC"/>
    <w:rsid w:val="00E87D40"/>
    <w:rsid w:val="00EA0FB6"/>
    <w:rsid w:val="00EB2198"/>
    <w:rsid w:val="00EB77D3"/>
    <w:rsid w:val="00EC1E9D"/>
    <w:rsid w:val="00F10795"/>
    <w:rsid w:val="00F33C43"/>
    <w:rsid w:val="00F47F81"/>
    <w:rsid w:val="00F5109E"/>
    <w:rsid w:val="00F55554"/>
    <w:rsid w:val="00FE5F08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halee\AppData\Local\Temp\Temp1_ISMIR2014_doc_template.zip\ISMIR2014_doc_template\ISMIR201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022A-1332-4504-B446-053AFA02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ISMIR2014Template.dot</Template>
  <TotalTime>0</TotalTime>
  <Pages>2</Pages>
  <Words>870</Words>
  <Characters>4550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ISMIR 2009 Template</vt:lpstr>
      <vt:lpstr>ISMIR 2009 Template</vt:lpstr>
      <vt:lpstr>ISMIR 2009 Template</vt:lpstr>
    </vt:vector>
  </TitlesOfParts>
  <Company>ISMIR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ISMIR 2009 Template</dc:title>
  <dc:creator>Jin Ha Lee</dc:creator>
  <cp:lastModifiedBy>Christian Dittmar</cp:lastModifiedBy>
  <cp:revision>7</cp:revision>
  <cp:lastPrinted>2015-06-23T12:45:00Z</cp:lastPrinted>
  <dcterms:created xsi:type="dcterms:W3CDTF">2014-06-26T17:27:00Z</dcterms:created>
  <dcterms:modified xsi:type="dcterms:W3CDTF">2015-06-23T12:45:00Z</dcterms:modified>
</cp:coreProperties>
</file>